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995" w:rsidRDefault="00096995"/>
    <w:tbl>
      <w:tblPr>
        <w:tblStyle w:val="TableGrid"/>
        <w:tblW w:w="11220" w:type="dxa"/>
        <w:tblInd w:w="108" w:type="dxa"/>
        <w:tblLayout w:type="fixed"/>
        <w:tblLook w:val="01E0"/>
      </w:tblPr>
      <w:tblGrid>
        <w:gridCol w:w="561"/>
        <w:gridCol w:w="1175"/>
        <w:gridCol w:w="1175"/>
        <w:gridCol w:w="1176"/>
        <w:gridCol w:w="1175"/>
        <w:gridCol w:w="1176"/>
        <w:gridCol w:w="1175"/>
        <w:gridCol w:w="1176"/>
        <w:gridCol w:w="236"/>
        <w:gridCol w:w="2195"/>
      </w:tblGrid>
      <w:tr w:rsidR="00096995" w:rsidTr="00392DD1">
        <w:trPr>
          <w:trHeight w:val="27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096995" w:rsidRPr="00BD2218" w:rsidRDefault="00BD2218" w:rsidP="00BD2218">
            <w:pPr>
              <w:tabs>
                <w:tab w:val="left" w:pos="750"/>
              </w:tabs>
              <w:ind w:left="113" w:right="113"/>
              <w:jc w:val="center"/>
              <w:rPr>
                <w:rFonts w:ascii="Segoe Print" w:hAnsi="Segoe Print" w:cs="Arial"/>
                <w:i/>
                <w:color w:val="777777"/>
              </w:rPr>
            </w:pPr>
            <w:r w:rsidRPr="00BD2218">
              <w:rPr>
                <w:rFonts w:ascii="Segoe Print" w:hAnsi="Segoe Print" w:cs="Arial"/>
                <w:i/>
                <w:color w:val="777777"/>
              </w:rPr>
              <w:t>February 2011</w:t>
            </w:r>
            <w:r>
              <w:rPr>
                <w:rFonts w:ascii="Segoe Print" w:hAnsi="Segoe Print" w:cs="Arial"/>
                <w:i/>
                <w:color w:val="777777"/>
              </w:rPr>
              <w:t xml:space="preserve">      Ja</w:t>
            </w:r>
            <w:r w:rsidR="003C72FE" w:rsidRPr="00BD2218">
              <w:rPr>
                <w:rFonts w:ascii="Segoe Print" w:hAnsi="Segoe Print" w:cs="Arial"/>
                <w:i/>
                <w:color w:val="777777"/>
              </w:rPr>
              <w:t>nuary 201</w:t>
            </w:r>
            <w:r w:rsidR="00967A1C" w:rsidRPr="00BD2218">
              <w:rPr>
                <w:rFonts w:ascii="Segoe Print" w:hAnsi="Segoe Print" w:cs="Arial"/>
                <w:i/>
                <w:color w:val="777777"/>
              </w:rPr>
              <w:t>1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Sunday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Monday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Tuesday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Wednesday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Thursday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Friday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096995" w:rsidRPr="003D7804" w:rsidRDefault="00096995" w:rsidP="00B2516A">
            <w:pPr>
              <w:rPr>
                <w:rFonts w:asciiTheme="minorHAnsi" w:hAnsiTheme="minorHAnsi"/>
                <w:color w:val="FFFFFF"/>
              </w:rPr>
            </w:pPr>
          </w:p>
        </w:tc>
        <w:tc>
          <w:tcPr>
            <w:tcW w:w="219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To Do:</w:t>
            </w: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16</w:t>
            </w:r>
          </w:p>
          <w:p w:rsidR="003C72FE" w:rsidRPr="003D7804" w:rsidRDefault="00BD2218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="Segoe Print" w:hAnsi="Segoe Print"/>
                <w:noProof/>
                <w:sz w:val="32"/>
                <w:szCs w:val="32"/>
                <w:lang w:val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97" type="#_x0000_t136" style="position:absolute;left:0;text-align:left;margin-left:-17.7pt;margin-top:44.1pt;width:84.85pt;height:11.95pt;rotation:270;z-index:251661312" fillcolor="#cef676" strokecolor="#aaef0f">
                  <v:shadow color="#868686"/>
                  <v:textpath style="font-family:&quot;Segoe Print&quot;;v-text-kern:t" trim="t" fitpath="t" string="short story&#10;"/>
                </v:shape>
              </w:pict>
            </w:r>
            <w:r w:rsidR="00967A1C"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094" type="#_x0000_t136" alt="realism" style="position:absolute;left:0;text-align:left;margin-left:-41.95pt;margin-top:40.7pt;width:100.9pt;height:20.05pt;rotation:270;z-index:251658240" fillcolor="#cef676" strokecolor="#aaef0f">
                  <v:shadow color="#868686"/>
                  <v:textpath style="font-family:&quot;Segoe Print&quot;;v-text-kern:t" trim="t" fitpath="t" string="realism"/>
                </v:shape>
              </w:pict>
            </w: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17</w:t>
            </w: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19</w:t>
            </w:r>
          </w:p>
          <w:p w:rsidR="003C72FE" w:rsidRPr="00C104FA" w:rsidRDefault="003C72FE" w:rsidP="002A12F9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C72FE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1176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23</w:t>
            </w:r>
          </w:p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30</w:t>
            </w:r>
          </w:p>
          <w:p w:rsidR="003C72FE" w:rsidRPr="003D7804" w:rsidRDefault="00BD2218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096" type="#_x0000_t136" alt="realism" style="position:absolute;left:0;text-align:left;margin-left:-41.95pt;margin-top:70.4pt;width:100.9pt;height:20.05pt;rotation:270;z-index:251660288" fillcolor="#95b3d7 [1940]" strokecolor="#548dd4 [1951]">
                  <v:shadow color="#868686"/>
                  <v:textpath style="font-family:&quot;Segoe Print&quot;;v-text-kern:t" trim="t" fitpath="t" string="realism"/>
                </v:shape>
              </w:pic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31</w:t>
            </w: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5" w:type="dxa"/>
            <w:vMerge w:val="restart"/>
            <w:shd w:val="clear" w:color="auto" w:fill="CEF676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EF67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</w:tcPr>
          <w:p w:rsidR="003C72FE" w:rsidRPr="003D7804" w:rsidRDefault="00967A1C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095" type="#_x0000_t136" style="position:absolute;left:0;text-align:left;margin-left:-17.95pt;margin-top:38.15pt;width:84.85pt;height:11.95pt;rotation:270;z-index:251659264;mso-position-horizontal-relative:text;mso-position-vertical-relative:text" fillcolor="#8db3e2 [1311]" strokecolor="#548dd4 [1951]">
                  <v:shadow color="#868686"/>
                  <v:textpath style="font-family:&quot;Segoe Print&quot;;v-text-kern:t" trim="t" fitpath="t" string="of mice &amp; men&#10;"/>
                </v:shape>
              </w:pict>
            </w:r>
            <w:r w:rsidR="003C72FE" w:rsidRPr="003D7804">
              <w:rPr>
                <w:rFonts w:asciiTheme="minorHAnsi" w:hAnsiTheme="minorHAnsi"/>
                <w:sz w:val="21"/>
                <w:szCs w:val="21"/>
              </w:rPr>
              <w:t>6</w:t>
            </w:r>
          </w:p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7</w:t>
            </w:r>
          </w:p>
        </w:tc>
        <w:tc>
          <w:tcPr>
            <w:tcW w:w="1176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9</w:t>
            </w:r>
          </w:p>
        </w:tc>
        <w:tc>
          <w:tcPr>
            <w:tcW w:w="1176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10</w:t>
            </w: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1176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3C72FE" w:rsidRPr="00BD2218" w:rsidRDefault="003C72F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13</w:t>
            </w:r>
          </w:p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14</w:t>
            </w:r>
          </w:p>
        </w:tc>
        <w:tc>
          <w:tcPr>
            <w:tcW w:w="1176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1176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17</w:t>
            </w:r>
          </w:p>
        </w:tc>
        <w:tc>
          <w:tcPr>
            <w:tcW w:w="1175" w:type="dxa"/>
            <w:vMerge w:val="restart"/>
            <w:shd w:val="clear" w:color="auto" w:fill="8DB3E2" w:themeFill="text2" w:themeFillTint="66"/>
          </w:tcPr>
          <w:p w:rsidR="003C72FE" w:rsidRPr="00E17679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E17679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133"/>
        </w:trPr>
        <w:tc>
          <w:tcPr>
            <w:tcW w:w="561" w:type="dxa"/>
            <w:vMerge/>
            <w:tcBorders>
              <w:left w:val="nil"/>
              <w:bottom w:val="nil"/>
            </w:tcBorders>
            <w:textDirection w:val="btLr"/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</w:pPr>
          </w:p>
        </w:tc>
        <w:tc>
          <w:tcPr>
            <w:tcW w:w="1175" w:type="dxa"/>
            <w:vMerge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DB3E2" w:themeFill="text2" w:themeFillTint="66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E27DA7" w:rsidRPr="00E27DA7" w:rsidRDefault="00E27DA7" w:rsidP="00E27DA7">
            <w:pPr>
              <w:ind w:left="113" w:right="113"/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</w:pPr>
            <w:r w:rsidRPr="00BD2218"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  <w:t>March 2011</w:t>
            </w:r>
            <w:r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  <w:t xml:space="preserve">   </w:t>
            </w:r>
          </w:p>
        </w:tc>
        <w:tc>
          <w:tcPr>
            <w:tcW w:w="1175" w:type="dxa"/>
            <w:vMerge w:val="restart"/>
            <w:shd w:val="clear" w:color="auto" w:fill="BFBFBF" w:themeFill="background1" w:themeFillShade="BF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:rsidR="003C72FE" w:rsidRPr="003D7804" w:rsidRDefault="00F62D52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3" type="#_x0000_t136" style="position:absolute;left:0;text-align:left;margin-left:6.3pt;margin-top:10.1pt;width:84.85pt;height:21pt;z-index:251667456" fillcolor="#ffc000" strokecolor="yellow">
                  <v:shadow color="#868686"/>
                  <v:textpath style="font-family:&quot;Segoe Print&quot;;v-text-kern:t" trim="t" fitpath="t" string="comparison&#10;"/>
                </v:shape>
              </w:pict>
            </w: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BFBFBF" w:themeFill="background1" w:themeFillShade="BF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21</w:t>
            </w:r>
          </w:p>
          <w:p w:rsidR="003C72FE" w:rsidRPr="003D7804" w:rsidRDefault="003C72FE" w:rsidP="002A12F9">
            <w:pPr>
              <w:shd w:val="clear" w:color="auto" w:fill="BFBFBF" w:themeFill="background1" w:themeFillShade="BF"/>
              <w:rPr>
                <w:rFonts w:asciiTheme="minorHAnsi" w:hAnsiTheme="minorHAnsi"/>
                <w:sz w:val="21"/>
                <w:szCs w:val="21"/>
              </w:rPr>
            </w:pP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DB69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1175" w:type="dxa"/>
            <w:vMerge w:val="restart"/>
            <w:shd w:val="clear" w:color="auto" w:fill="FFDB69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1176" w:type="dxa"/>
            <w:vMerge w:val="restart"/>
            <w:shd w:val="clear" w:color="auto" w:fill="FFDB69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5" w:type="dxa"/>
            <w:vMerge w:val="restart"/>
            <w:shd w:val="clear" w:color="auto" w:fill="FFDB69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3C72FE" w:rsidRPr="003D7804" w:rsidRDefault="003C72FE" w:rsidP="002A12F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BFBFBF" w:themeFill="background1" w:themeFillShade="BF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BFBFBF" w:themeFill="background1" w:themeFillShade="BF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C72FE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BFBFBF" w:themeFill="background1" w:themeFillShade="BF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BFBFBF" w:themeFill="background1" w:themeFillShade="BF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DB69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3C72FE" w:rsidRPr="003D7804" w:rsidRDefault="003C72F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3C72FE" w:rsidRPr="00BD2218" w:rsidRDefault="003C72FE" w:rsidP="004307B2">
            <w:pPr>
              <w:ind w:left="113" w:right="113"/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3C72FE" w:rsidRPr="003D7804" w:rsidRDefault="004A7B43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099" type="#_x0000_t136" style="position:absolute;left:0;text-align:left;margin-left:-38.15pt;margin-top:94.7pt;width:129.5pt;height:15.7pt;rotation:270;z-index:251663360;mso-position-horizontal-relative:text;mso-position-vertical-relative:text" fillcolor="#9a57cd" strokecolor="#a36ef2" strokeweight=".25pt">
                  <v:shadow color="#868686"/>
                  <v:textpath style="font-family:&quot;Segoe Print&quot;;v-text-kern:t" trim="t" fitpath="t" string="the great gatsby&#10;"/>
                </v:shape>
              </w:pict>
            </w:r>
            <w:r w:rsidR="003C72FE"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3C72FE" w:rsidRPr="003D7804" w:rsidRDefault="003C72FE" w:rsidP="002A12F9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C72FE" w:rsidRPr="003D7804" w:rsidRDefault="003C72F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3C72FE" w:rsidRPr="003D7804" w:rsidRDefault="003C72F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096995" w:rsidRPr="00BD2218" w:rsidRDefault="00096995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96995" w:rsidRPr="003D7804" w:rsidRDefault="0009699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3D7804" w:rsidRDefault="0009699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096995" w:rsidRPr="00BD2218" w:rsidRDefault="00096995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096995" w:rsidRPr="003D7804" w:rsidRDefault="0009699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3D7804" w:rsidRDefault="0009699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6</w:t>
            </w:r>
          </w:p>
          <w:p w:rsidR="00DC510E" w:rsidRPr="003D7804" w:rsidRDefault="00087D33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098" type="#_x0000_t136" alt="realism" style="position:absolute;left:0;text-align:left;margin-left:-68.6pt;margin-top:71.9pt;width:154.15pt;height:20.05pt;rotation:270;z-index:251662336" fillcolor="#a36ef2" strokecolor="#9a57cd">
                  <v:shadow color="#868686"/>
                  <v:textpath style="font-family:&quot;Segoe Print&quot;;v-text-kern:t" trim="t" fitpath="t" string="modernism"/>
                </v:shape>
              </w:pic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7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5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9</w:t>
            </w:r>
          </w:p>
        </w:tc>
        <w:tc>
          <w:tcPr>
            <w:tcW w:w="1176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10</w:t>
            </w:r>
          </w:p>
        </w:tc>
        <w:tc>
          <w:tcPr>
            <w:tcW w:w="1175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C71D27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jc w:val="center"/>
              <w:rPr>
                <w:rFonts w:ascii="Segoe Print" w:hAnsi="Segoe Print"/>
                <w:sz w:val="32"/>
                <w:szCs w:val="32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13</w:t>
            </w:r>
          </w:p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14</w:t>
            </w:r>
          </w:p>
        </w:tc>
        <w:tc>
          <w:tcPr>
            <w:tcW w:w="1176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5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1176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17</w:t>
            </w:r>
          </w:p>
        </w:tc>
        <w:tc>
          <w:tcPr>
            <w:tcW w:w="1175" w:type="dxa"/>
            <w:vMerge w:val="restart"/>
            <w:shd w:val="clear" w:color="auto" w:fill="C6C6C6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C71D27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C71D27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DC510E" w:rsidRPr="00BD2218" w:rsidRDefault="00DC510E" w:rsidP="004307B2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2"/>
                <w:szCs w:val="32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6C6C6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DC510E" w:rsidRPr="00BD2218" w:rsidRDefault="00D301BE" w:rsidP="00F47A3E">
            <w:pPr>
              <w:ind w:left="113" w:right="113"/>
              <w:jc w:val="center"/>
              <w:rPr>
                <w:rFonts w:ascii="Segoe Print" w:hAnsi="Segoe Print"/>
                <w:sz w:val="32"/>
                <w:szCs w:val="32"/>
              </w:rPr>
            </w:pPr>
            <w:r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April</w:t>
            </w:r>
            <w:r w:rsidRPr="003D7804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 xml:space="preserve"> 2011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DC510E" w:rsidRPr="003D7804" w:rsidRDefault="00DC510E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  <w:shd w:val="clear" w:color="auto" w:fill="CCCCCC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31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6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E17679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6</w:t>
            </w:r>
          </w:p>
        </w:tc>
        <w:tc>
          <w:tcPr>
            <w:tcW w:w="1176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7</w:t>
            </w:r>
          </w:p>
        </w:tc>
        <w:tc>
          <w:tcPr>
            <w:tcW w:w="1175" w:type="dxa"/>
            <w:vMerge w:val="restart"/>
            <w:shd w:val="clear" w:color="auto" w:fill="A36EF2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6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337AEF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36EF2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10</w:t>
            </w:r>
          </w:p>
          <w:p w:rsidR="00DC510E" w:rsidRPr="003D7804" w:rsidRDefault="00F62D5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4" type="#_x0000_t136" style="position:absolute;left:0;text-align:left;margin-left:-1.55pt;margin-top:9.35pt;width:45.5pt;height:54pt;z-index:251668480" fillcolor="#ffc000" strokecolor="#e36c0a [2409]">
                  <v:shadow color="#868686"/>
                  <v:textpath style="font-family:&quot;Segoe Print&quot;;v-text-kern:t" trim="t" fitpath="t" string="lit&#10;analysis&#10;"/>
                </v:shape>
              </w:pict>
            </w:r>
          </w:p>
          <w:p w:rsidR="00DC510E" w:rsidRPr="003D7804" w:rsidRDefault="00DC510E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9FC70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1176" w:type="dxa"/>
            <w:vMerge w:val="restart"/>
            <w:shd w:val="clear" w:color="auto" w:fill="F9FC70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1175" w:type="dxa"/>
            <w:vMerge w:val="restart"/>
            <w:shd w:val="clear" w:color="auto" w:fill="F9FC70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13</w:t>
            </w:r>
          </w:p>
        </w:tc>
        <w:tc>
          <w:tcPr>
            <w:tcW w:w="1176" w:type="dxa"/>
            <w:vMerge w:val="restart"/>
            <w:shd w:val="clear" w:color="auto" w:fill="F9FC70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14</w:t>
            </w:r>
          </w:p>
        </w:tc>
        <w:tc>
          <w:tcPr>
            <w:tcW w:w="1175" w:type="dxa"/>
            <w:vMerge w:val="restart"/>
            <w:shd w:val="clear" w:color="auto" w:fill="F9FC70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6" w:type="dxa"/>
            <w:vMerge w:val="restart"/>
          </w:tcPr>
          <w:p w:rsidR="00DC510E" w:rsidRPr="003D7804" w:rsidRDefault="00DC510E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DC510E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DC510E" w:rsidRDefault="00DC510E" w:rsidP="00B2516A"/>
        </w:tc>
        <w:tc>
          <w:tcPr>
            <w:tcW w:w="1175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DC510E" w:rsidRPr="003D7804" w:rsidRDefault="00DC510E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DC510E" w:rsidRPr="003D7804" w:rsidRDefault="00DC510E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DC510E" w:rsidRPr="003D7804" w:rsidRDefault="00DC510E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41D72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041D72" w:rsidRDefault="00041D72" w:rsidP="00B2516A"/>
        </w:tc>
        <w:tc>
          <w:tcPr>
            <w:tcW w:w="1175" w:type="dxa"/>
            <w:vMerge w:val="restart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17</w:t>
            </w:r>
          </w:p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041D72" w:rsidRPr="003D7804" w:rsidRDefault="00041D72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9FC70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  <w:shd w:val="clear" w:color="auto" w:fill="F9FC70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1175" w:type="dxa"/>
            <w:vMerge w:val="restart"/>
            <w:shd w:val="clear" w:color="auto" w:fill="F9FC70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1176" w:type="dxa"/>
            <w:vMerge w:val="restart"/>
            <w:shd w:val="clear" w:color="auto" w:fill="F9FC70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1175" w:type="dxa"/>
            <w:vMerge w:val="restart"/>
            <w:shd w:val="clear" w:color="auto" w:fill="F9FC70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22</w:t>
            </w:r>
          </w:p>
          <w:p w:rsidR="00041D72" w:rsidRPr="003D7804" w:rsidRDefault="00041D72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041D72" w:rsidRPr="003D7804" w:rsidRDefault="00041D72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041D72" w:rsidRPr="003D7804" w:rsidRDefault="00041D7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041D72" w:rsidRPr="003D7804" w:rsidRDefault="00041D72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41D72" w:rsidRPr="003D7804" w:rsidRDefault="00041D72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96995" w:rsidTr="00337AEF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096995" w:rsidRDefault="00096995" w:rsidP="00B2516A"/>
        </w:tc>
        <w:tc>
          <w:tcPr>
            <w:tcW w:w="1175" w:type="dxa"/>
            <w:vMerge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096995" w:rsidRPr="0009728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96995" w:rsidRDefault="00096995" w:rsidP="00B2516A"/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Default="0009699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</w:pPr>
          </w:p>
        </w:tc>
      </w:tr>
      <w:tr w:rsidR="00096995" w:rsidTr="00337AEF">
        <w:trPr>
          <w:trHeight w:val="320"/>
        </w:trPr>
        <w:tc>
          <w:tcPr>
            <w:tcW w:w="561" w:type="dxa"/>
            <w:vMerge/>
            <w:tcBorders>
              <w:left w:val="nil"/>
              <w:bottom w:val="nil"/>
            </w:tcBorders>
          </w:tcPr>
          <w:p w:rsidR="00096995" w:rsidRDefault="00096995" w:rsidP="00B2516A"/>
        </w:tc>
        <w:tc>
          <w:tcPr>
            <w:tcW w:w="1175" w:type="dxa"/>
            <w:vMerge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9FC70"/>
          </w:tcPr>
          <w:p w:rsidR="0009699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096995" w:rsidRPr="00097285" w:rsidRDefault="0009699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096995" w:rsidRDefault="00096995" w:rsidP="00B2516A"/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Default="0009699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</w:pPr>
          </w:p>
        </w:tc>
      </w:tr>
    </w:tbl>
    <w:p w:rsidR="00096995" w:rsidRPr="00B2516A" w:rsidRDefault="00096995" w:rsidP="00B2516A">
      <w:pPr>
        <w:ind w:right="-536"/>
        <w:rPr>
          <w:rFonts w:ascii="Arial" w:hAnsi="Arial" w:cs="Arial"/>
          <w:b/>
        </w:rPr>
      </w:pPr>
    </w:p>
    <w:tbl>
      <w:tblPr>
        <w:tblStyle w:val="TableGrid"/>
        <w:tblW w:w="11220" w:type="dxa"/>
        <w:tblInd w:w="108" w:type="dxa"/>
        <w:tblLayout w:type="fixed"/>
        <w:tblLook w:val="01E0"/>
      </w:tblPr>
      <w:tblGrid>
        <w:gridCol w:w="560"/>
        <w:gridCol w:w="1174"/>
        <w:gridCol w:w="1175"/>
        <w:gridCol w:w="1176"/>
        <w:gridCol w:w="1176"/>
        <w:gridCol w:w="1176"/>
        <w:gridCol w:w="1176"/>
        <w:gridCol w:w="1176"/>
        <w:gridCol w:w="236"/>
        <w:gridCol w:w="2195"/>
      </w:tblGrid>
      <w:tr w:rsidR="00096995" w:rsidTr="004C1B3F">
        <w:trPr>
          <w:trHeight w:val="270"/>
        </w:trPr>
        <w:tc>
          <w:tcPr>
            <w:tcW w:w="560" w:type="dxa"/>
            <w:vMerge w:val="restart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197C2D" w:rsidRPr="003D7804" w:rsidRDefault="00197C2D" w:rsidP="00197C2D">
            <w:pPr>
              <w:tabs>
                <w:tab w:val="left" w:pos="750"/>
              </w:tabs>
              <w:ind w:left="113" w:right="113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  <w:r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lastRenderedPageBreak/>
              <w:t xml:space="preserve">May </w:t>
            </w:r>
            <w:r w:rsidRPr="003D7804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2011</w:t>
            </w:r>
          </w:p>
        </w:tc>
        <w:tc>
          <w:tcPr>
            <w:tcW w:w="1174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Sunday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Monday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Tuesday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Wednesday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Thursday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Friday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096995" w:rsidRPr="003D7804" w:rsidRDefault="00096995" w:rsidP="00B2516A">
            <w:pPr>
              <w:rPr>
                <w:rFonts w:asciiTheme="minorHAnsi" w:hAnsiTheme="minorHAnsi"/>
                <w:color w:val="FFFFFF"/>
              </w:rPr>
            </w:pPr>
          </w:p>
        </w:tc>
        <w:tc>
          <w:tcPr>
            <w:tcW w:w="2195" w:type="dxa"/>
            <w:shd w:val="clear" w:color="auto" w:fill="737373"/>
            <w:vAlign w:val="center"/>
          </w:tcPr>
          <w:p w:rsidR="00096995" w:rsidRPr="003D7804" w:rsidRDefault="00096995" w:rsidP="00B2516A">
            <w:pPr>
              <w:jc w:val="right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3D7804">
              <w:rPr>
                <w:rFonts w:asciiTheme="minorHAnsi" w:hAnsiTheme="minorHAnsi"/>
                <w:color w:val="FFFFFF"/>
                <w:sz w:val="20"/>
                <w:szCs w:val="20"/>
              </w:rPr>
              <w:t>To Do:</w:t>
            </w:r>
          </w:p>
        </w:tc>
      </w:tr>
      <w:tr w:rsidR="00CA49C4" w:rsidTr="00087D33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1" type="#_x0000_t136" style="position:absolute;left:0;text-align:left;margin-left:-25.6pt;margin-top:47.5pt;width:100.9pt;height:11.95pt;rotation:270;z-index:251665408;mso-position-horizontal-relative:text;mso-position-vertical-relative:text" fillcolor="#c00000" strokecolor="#943634 [2405]">
                  <v:shadow color="#868686"/>
                  <v:textpath style="font-family:&quot;Segoe Print&quot;;v-text-kern:t" trim="t" fitpath="t" string="raisin in the sun&#10;"/>
                </v:shape>
              </w:pict>
            </w: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0" type="#_x0000_t136" alt="realism" style="position:absolute;left:0;text-align:left;margin-left:-41.6pt;margin-top:43.45pt;width:100.9pt;height:20.05pt;rotation:270;z-index:251664384;mso-position-horizontal-relative:text;mso-position-vertical-relative:text" fillcolor="#c00000" strokecolor="#943634 [2405]">
                  <v:shadow color="#868686"/>
                  <v:textpath style="font-family:&quot;Segoe Print&quot;;v-text-kern:t" trim="t" fitpath="t" string="post-mod"/>
                </v:shape>
              </w:pict>
            </w: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29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087D33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087D33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D301BE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1176" w:type="dxa"/>
            <w:vMerge w:val="restart"/>
            <w:shd w:val="clear" w:color="auto" w:fill="DA6C76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6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7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D301BE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D301BE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A6C76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B74F67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 w:val="restart"/>
          </w:tcPr>
          <w:p w:rsidR="00CA49C4" w:rsidRPr="003D7804" w:rsidRDefault="00F62D52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5" type="#_x0000_t136" style="position:absolute;left:0;text-align:left;margin-left:-1.2pt;margin-top:.4pt;width:45.5pt;height:54pt;z-index:251669504;mso-position-horizontal-relative:text;mso-position-vertical-relative:text" fillcolor="#cef676" strokecolor="#aaef0f">
                  <v:shadow color="#868686"/>
                  <v:textpath style="font-family:&quot;Segoe Print&quot;;v-text-kern:t" trim="t" fitpath="t" string="char&#10;analysis&#10;"/>
                </v:shape>
              </w:pict>
            </w:r>
            <w:r w:rsidR="00CA49C4" w:rsidRPr="003D7804">
              <w:rPr>
                <w:rFonts w:asciiTheme="minorHAnsi" w:hAnsiTheme="minorHAnsi"/>
                <w:sz w:val="21"/>
                <w:szCs w:val="21"/>
              </w:rPr>
              <w:t>8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92D050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9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92D050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10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92D050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11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92D050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1176" w:type="dxa"/>
            <w:vMerge w:val="restart"/>
            <w:shd w:val="clear" w:color="auto" w:fill="92D050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13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76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14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B74F67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92D050"/>
          </w:tcPr>
          <w:p w:rsidR="00CA49C4" w:rsidRPr="003D7804" w:rsidRDefault="00CA49C4" w:rsidP="004C1B3F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4C1B3F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4C1B3F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4C1B3F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4C1B3F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B74F67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92D050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92D050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15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17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1176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CA49C4" w:rsidRPr="003D7804" w:rsidRDefault="00CA49C4" w:rsidP="004307B2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CA49C4" w:rsidRPr="003D7804" w:rsidRDefault="00337AEF" w:rsidP="00F47A3E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  <w:r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June</w:t>
            </w:r>
            <w:r w:rsidRPr="003D7804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 xml:space="preserve"> 2011</w:t>
            </w: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ind w:left="113" w:right="113"/>
              <w:jc w:val="center"/>
            </w:pPr>
          </w:p>
        </w:tc>
        <w:tc>
          <w:tcPr>
            <w:tcW w:w="1174" w:type="dxa"/>
            <w:vMerge w:val="restart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22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6" w:type="dxa"/>
            <w:vMerge w:val="restart"/>
            <w:shd w:val="clear" w:color="auto" w:fill="85DFFF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ind w:left="113" w:right="113"/>
              <w:jc w:val="center"/>
              <w:rPr>
                <w:rFonts w:ascii="Arial" w:hAnsi="Arial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ind w:left="113" w:right="113"/>
              <w:jc w:val="center"/>
              <w:rPr>
                <w:rFonts w:ascii="Arial" w:hAnsi="Arial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4" w:type="dxa"/>
            <w:vMerge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85DFFF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Pr="004307B2" w:rsidRDefault="00CA49C4" w:rsidP="004307B2">
            <w:pPr>
              <w:ind w:left="113" w:right="113"/>
              <w:jc w:val="center"/>
              <w:rPr>
                <w:rFonts w:ascii="Arial" w:hAnsi="Arial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4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1175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31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CA49C4" w:rsidRDefault="00CA49C4" w:rsidP="004307B2">
            <w:pPr>
              <w:ind w:left="113" w:right="113"/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CA49C4" w:rsidRDefault="00CA49C4" w:rsidP="004307B2">
            <w:pPr>
              <w:ind w:left="113" w:right="113"/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711105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ind w:left="113" w:right="113"/>
              <w:jc w:val="center"/>
            </w:pPr>
          </w:p>
        </w:tc>
        <w:tc>
          <w:tcPr>
            <w:tcW w:w="1174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24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  <w:shd w:val="clear" w:color="auto" w:fill="F7994B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29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477C86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textDirection w:val="btLr"/>
            <w:vAlign w:val="bottom"/>
          </w:tcPr>
          <w:p w:rsidR="00CA49C4" w:rsidRDefault="00CA49C4" w:rsidP="004307B2">
            <w:pPr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7994B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CA49C4" w:rsidRPr="003D7804" w:rsidRDefault="00CA49C4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CA49C4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CA49C4" w:rsidRDefault="00CA49C4" w:rsidP="004307B2">
            <w:pPr>
              <w:jc w:val="center"/>
            </w:pPr>
          </w:p>
        </w:tc>
        <w:tc>
          <w:tcPr>
            <w:tcW w:w="1174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1</w:t>
            </w:r>
          </w:p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DBE5F1" w:themeFill="accent1" w:themeFillTint="33"/>
          </w:tcPr>
          <w:p w:rsidR="00CA49C4" w:rsidRPr="003D7804" w:rsidRDefault="00337AEF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noProof/>
                <w:sz w:val="21"/>
                <w:szCs w:val="21"/>
                <w:lang w:val="en-US"/>
              </w:rPr>
              <w:pict>
                <v:shape id="_x0000_s1102" type="#_x0000_t136" style="position:absolute;left:0;text-align:left;margin-left:15.5pt;margin-top:13.8pt;width:254.1pt;height:36pt;z-index:251666432;mso-position-horizontal-relative:text;mso-position-vertical-relative:text" fillcolor="#b6dde8 [1304]" strokecolor="#92cddc [1944]">
                  <v:shadow color="#868686"/>
                  <v:textpath style="font-family:&quot;Segoe Print&quot;;v-text-kern:t" trim="t" fitpath="t" string="finals"/>
                </v:shape>
              </w:pict>
            </w:r>
            <w:r w:rsidR="00CA49C4" w:rsidRPr="003D7804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DBE5F1" w:themeFill="accent1" w:themeFillTint="33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  <w:shd w:val="clear" w:color="auto" w:fill="DBE5F1" w:themeFill="accent1" w:themeFillTint="33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DBE5F1" w:themeFill="accent1" w:themeFillTint="33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1176" w:type="dxa"/>
            <w:vMerge w:val="restart"/>
            <w:shd w:val="clear" w:color="auto" w:fill="DBE5F1" w:themeFill="accent1" w:themeFillTint="33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6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CA49C4" w:rsidRPr="003D7804" w:rsidRDefault="00CA49C4" w:rsidP="00731920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3D7804">
              <w:rPr>
                <w:rFonts w:asciiTheme="minorHAnsi" w:hAnsiTheme="minorHAnsi"/>
                <w:sz w:val="21"/>
                <w:szCs w:val="21"/>
              </w:rPr>
              <w:t>7</w:t>
            </w: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CA49C4" w:rsidRPr="003D7804" w:rsidRDefault="00CA49C4" w:rsidP="00731920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CA49C4" w:rsidRPr="003D7804" w:rsidRDefault="00CA49C4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CA49C4" w:rsidRPr="003D7804" w:rsidRDefault="00CA49C4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711105" w:rsidRDefault="00711105" w:rsidP="004307B2">
            <w:pPr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711105" w:rsidRDefault="00711105" w:rsidP="004307B2">
            <w:pPr>
              <w:jc w:val="center"/>
            </w:pPr>
          </w:p>
        </w:tc>
        <w:tc>
          <w:tcPr>
            <w:tcW w:w="1174" w:type="dxa"/>
            <w:vMerge/>
            <w:shd w:val="clear" w:color="auto" w:fill="CCCCCC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DBE5F1" w:themeFill="accent1" w:themeFillTint="33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711105" w:rsidRDefault="00711105" w:rsidP="004307B2">
            <w:pPr>
              <w:jc w:val="center"/>
            </w:pPr>
          </w:p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4C1B3F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A14AC4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  <w:vAlign w:val="bottom"/>
          </w:tcPr>
          <w:p w:rsidR="00711105" w:rsidRDefault="00711105" w:rsidP="004307B2">
            <w:pPr>
              <w:ind w:left="113" w:right="113"/>
              <w:jc w:val="center"/>
              <w:rPr>
                <w:rFonts w:ascii="Arial" w:hAnsi="Arial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  <w:vAlign w:val="bottom"/>
          </w:tcPr>
          <w:p w:rsidR="00711105" w:rsidRDefault="00711105" w:rsidP="004307B2">
            <w:pPr>
              <w:ind w:left="113" w:right="113"/>
              <w:jc w:val="center"/>
              <w:rPr>
                <w:rFonts w:ascii="Arial" w:hAnsi="Arial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711105" w:rsidRPr="003D7804" w:rsidRDefault="00711105" w:rsidP="00F47A3E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590B7B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88370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590B7B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590B7B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590B7B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1813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704756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3D7804" w:rsidRDefault="00711105" w:rsidP="00B2516A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3D7804" w:rsidRDefault="00711105" w:rsidP="00B2516A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3D7804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37AEF">
        <w:trPr>
          <w:trHeight w:val="320"/>
        </w:trPr>
        <w:tc>
          <w:tcPr>
            <w:tcW w:w="560" w:type="dxa"/>
            <w:vMerge/>
            <w:tcBorders>
              <w:left w:val="nil"/>
              <w:bottom w:val="nil"/>
            </w:tcBorders>
          </w:tcPr>
          <w:p w:rsidR="00711105" w:rsidRDefault="00711105" w:rsidP="00B2516A"/>
        </w:tc>
        <w:tc>
          <w:tcPr>
            <w:tcW w:w="1174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FFFFFF" w:themeFill="background1"/>
          </w:tcPr>
          <w:p w:rsidR="00711105" w:rsidRPr="00097285" w:rsidRDefault="00711105" w:rsidP="00B2516A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Default="00711105" w:rsidP="00B2516A"/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Default="00711105" w:rsidP="00B2516A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</w:pPr>
          </w:p>
        </w:tc>
      </w:tr>
    </w:tbl>
    <w:p w:rsidR="00096995" w:rsidRDefault="00096995" w:rsidP="004307B2">
      <w:pPr>
        <w:ind w:right="-536"/>
        <w:rPr>
          <w:rFonts w:ascii="Arial" w:hAnsi="Arial" w:cs="Arial"/>
          <w:b/>
        </w:rPr>
      </w:pPr>
    </w:p>
    <w:p w:rsidR="004B0A65" w:rsidRPr="00B2516A" w:rsidRDefault="004B0A65" w:rsidP="004307B2">
      <w:pPr>
        <w:ind w:right="-536"/>
        <w:rPr>
          <w:rFonts w:ascii="Arial" w:hAnsi="Arial" w:cs="Arial"/>
          <w:b/>
        </w:rPr>
      </w:pPr>
    </w:p>
    <w:tbl>
      <w:tblPr>
        <w:tblStyle w:val="TableGrid"/>
        <w:tblW w:w="11220" w:type="dxa"/>
        <w:tblInd w:w="108" w:type="dxa"/>
        <w:tblLayout w:type="fixed"/>
        <w:tblLook w:val="01E0"/>
      </w:tblPr>
      <w:tblGrid>
        <w:gridCol w:w="561"/>
        <w:gridCol w:w="1175"/>
        <w:gridCol w:w="1175"/>
        <w:gridCol w:w="1176"/>
        <w:gridCol w:w="1175"/>
        <w:gridCol w:w="1176"/>
        <w:gridCol w:w="1175"/>
        <w:gridCol w:w="1176"/>
        <w:gridCol w:w="236"/>
        <w:gridCol w:w="2195"/>
      </w:tblGrid>
      <w:tr w:rsidR="00096995" w:rsidTr="00392DD1">
        <w:trPr>
          <w:trHeight w:val="27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096995" w:rsidRPr="004B0A65" w:rsidRDefault="00096995" w:rsidP="00F47A3E">
            <w:pPr>
              <w:tabs>
                <w:tab w:val="left" w:pos="750"/>
              </w:tabs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  <w:r w:rsidRPr="004B0A65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June 201</w:t>
            </w:r>
            <w:r w:rsidR="00F47A3E" w:rsidRPr="004B0A65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1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Sunday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Monday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Tuesday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Wednesday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Thursday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Friday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center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096995" w:rsidRPr="004B0A65" w:rsidRDefault="00096995" w:rsidP="00CD01D7">
            <w:pPr>
              <w:rPr>
                <w:rFonts w:asciiTheme="minorHAnsi" w:hAnsiTheme="minorHAnsi"/>
                <w:color w:val="FFFFFF"/>
              </w:rPr>
            </w:pPr>
          </w:p>
        </w:tc>
        <w:tc>
          <w:tcPr>
            <w:tcW w:w="2195" w:type="dxa"/>
            <w:shd w:val="clear" w:color="auto" w:fill="737373"/>
            <w:vAlign w:val="center"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color w:val="FFFFFF"/>
                <w:sz w:val="20"/>
                <w:szCs w:val="20"/>
              </w:rPr>
            </w:pPr>
            <w:r w:rsidRPr="004B0A65">
              <w:rPr>
                <w:rFonts w:asciiTheme="minorHAnsi" w:hAnsiTheme="minorHAnsi"/>
                <w:color w:val="FFFFFF"/>
                <w:sz w:val="20"/>
                <w:szCs w:val="20"/>
              </w:rPr>
              <w:t>To Do:</w:t>
            </w:r>
          </w:p>
        </w:tc>
      </w:tr>
      <w:tr w:rsidR="0009699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096995" w:rsidRPr="004B0A65" w:rsidRDefault="0009699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6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96995" w:rsidRPr="004B0A65" w:rsidRDefault="0009699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4B0A65" w:rsidRDefault="0009699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9699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096995" w:rsidRPr="004B0A65" w:rsidRDefault="0009699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96995" w:rsidRPr="004B0A65" w:rsidRDefault="0009699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4B0A65" w:rsidRDefault="0009699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9699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096995" w:rsidRPr="004B0A65" w:rsidRDefault="0009699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096995" w:rsidRPr="004B0A65" w:rsidRDefault="0009699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4B0A65" w:rsidRDefault="0009699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9699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096995" w:rsidRPr="004B0A65" w:rsidRDefault="0009699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5</w:t>
            </w:r>
          </w:p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6</w:t>
            </w:r>
          </w:p>
        </w:tc>
        <w:tc>
          <w:tcPr>
            <w:tcW w:w="1176" w:type="dxa"/>
            <w:vMerge w:val="restart"/>
          </w:tcPr>
          <w:p w:rsidR="001813A1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7</w:t>
            </w:r>
          </w:p>
          <w:p w:rsidR="001813A1" w:rsidRPr="004B0A65" w:rsidRDefault="001813A1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096995" w:rsidRPr="004B0A65" w:rsidRDefault="0009699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6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9</w:t>
            </w:r>
          </w:p>
        </w:tc>
        <w:tc>
          <w:tcPr>
            <w:tcW w:w="1175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10</w:t>
            </w:r>
          </w:p>
        </w:tc>
        <w:tc>
          <w:tcPr>
            <w:tcW w:w="1176" w:type="dxa"/>
            <w:vMerge w:val="restart"/>
          </w:tcPr>
          <w:p w:rsidR="00096995" w:rsidRPr="004B0A65" w:rsidRDefault="00F078E8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96995" w:rsidRPr="004B0A65" w:rsidRDefault="0009699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4B0A65" w:rsidRDefault="0009699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09699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096995" w:rsidRPr="004B0A65" w:rsidRDefault="0009699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096995" w:rsidRPr="004B0A65" w:rsidRDefault="0009699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96995" w:rsidRPr="004B0A65" w:rsidRDefault="0009699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096995" w:rsidRPr="004B0A65" w:rsidRDefault="0009699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711105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12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13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14</w:t>
            </w: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17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19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704756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21</w:t>
            </w: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26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6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28</w:t>
            </w: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F078E8">
        <w:trPr>
          <w:trHeight w:val="320"/>
        </w:trPr>
        <w:tc>
          <w:tcPr>
            <w:tcW w:w="561" w:type="dxa"/>
            <w:vMerge/>
            <w:tcBorders>
              <w:left w:val="nil"/>
              <w:bottom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11105" w:rsidRPr="004B0A65" w:rsidRDefault="00711105" w:rsidP="00F47A3E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  <w:r w:rsidRPr="004B0A65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July 2011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5</w:t>
            </w:r>
          </w:p>
          <w:p w:rsidR="00711105" w:rsidRPr="004B0A65" w:rsidRDefault="00711105" w:rsidP="001813A1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6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7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9</w:t>
            </w:r>
          </w:p>
          <w:p w:rsidR="00711105" w:rsidRPr="004B0A65" w:rsidRDefault="00711105" w:rsidP="00883709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883709">
            <w:pPr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883709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711105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10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13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14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711105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11105" w:rsidRPr="004B0A65" w:rsidRDefault="00711105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17</w:t>
            </w:r>
          </w:p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711105" w:rsidRPr="004B0A65" w:rsidRDefault="00711105" w:rsidP="00704756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11105" w:rsidRPr="004B0A65" w:rsidRDefault="00711105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11105" w:rsidRPr="004B0A65" w:rsidRDefault="00711105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711105" w:rsidRPr="004B0A65" w:rsidRDefault="00711105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8C15F6" w:rsidRPr="004B0A65" w:rsidRDefault="008C15F6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4B0A65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8C15F6" w:rsidRPr="004B0A65" w:rsidRDefault="008C15F6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8C15F6" w:rsidRPr="004B0A65" w:rsidRDefault="008C15F6" w:rsidP="00CD01D7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24</w:t>
            </w:r>
          </w:p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8C15F6" w:rsidRPr="004B0A65" w:rsidRDefault="008C15F6" w:rsidP="00CD01D7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8C15F6" w:rsidRPr="004B0A65" w:rsidRDefault="008C15F6" w:rsidP="00CD01D7">
            <w:pPr>
              <w:ind w:left="113" w:right="113"/>
              <w:jc w:val="center"/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8C15F6" w:rsidRPr="004B0A65" w:rsidRDefault="008C15F6" w:rsidP="00F47A3E">
            <w:pPr>
              <w:ind w:left="113" w:right="113"/>
              <w:jc w:val="center"/>
              <w:rPr>
                <w:rFonts w:ascii="Segoe Print" w:hAnsi="Segoe Print"/>
                <w:sz w:val="36"/>
                <w:szCs w:val="36"/>
              </w:rPr>
            </w:pPr>
            <w:r w:rsidRPr="004B0A65">
              <w:rPr>
                <w:rFonts w:ascii="Segoe Print" w:hAnsi="Segoe Print" w:cs="Arial"/>
                <w:i/>
                <w:color w:val="777777"/>
                <w:sz w:val="36"/>
                <w:szCs w:val="36"/>
              </w:rPr>
              <w:t>August 2011</w:t>
            </w:r>
          </w:p>
        </w:tc>
        <w:tc>
          <w:tcPr>
            <w:tcW w:w="1175" w:type="dxa"/>
            <w:vMerge w:val="restart"/>
            <w:tcBorders>
              <w:bottom w:val="nil"/>
            </w:tcBorders>
            <w:shd w:val="clear" w:color="auto" w:fill="C2C2C2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31</w:t>
            </w:r>
          </w:p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6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  <w:tcBorders>
              <w:bottom w:val="nil"/>
            </w:tcBorders>
            <w:shd w:val="clear" w:color="auto" w:fill="C2C2C2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  <w:tcBorders>
              <w:bottom w:val="nil"/>
            </w:tcBorders>
            <w:shd w:val="clear" w:color="auto" w:fill="C2C2C2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 w:val="restart"/>
            <w:tcBorders>
              <w:top w:val="nil"/>
            </w:tcBorders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7</w:t>
            </w:r>
          </w:p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9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10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11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12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13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8C15F6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14</w:t>
            </w:r>
          </w:p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15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16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17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18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19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21</w:t>
            </w:r>
          </w:p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  <w:p w:rsidR="008C15F6" w:rsidRPr="004B0A65" w:rsidRDefault="008C15F6" w:rsidP="00704756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22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23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25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26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27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392DD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28</w:t>
            </w:r>
          </w:p>
        </w:tc>
        <w:tc>
          <w:tcPr>
            <w:tcW w:w="1175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29</w:t>
            </w:r>
          </w:p>
        </w:tc>
        <w:tc>
          <w:tcPr>
            <w:tcW w:w="1176" w:type="dxa"/>
            <w:vMerge w:val="restart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30</w:t>
            </w:r>
          </w:p>
        </w:tc>
        <w:tc>
          <w:tcPr>
            <w:tcW w:w="1175" w:type="dxa"/>
            <w:vMerge w:val="restart"/>
            <w:shd w:val="clear" w:color="auto" w:fill="auto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  <w:r w:rsidRPr="004B0A65"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</w:tr>
      <w:tr w:rsidR="008C15F6" w:rsidTr="00F078E8">
        <w:trPr>
          <w:trHeight w:val="320"/>
        </w:trPr>
        <w:tc>
          <w:tcPr>
            <w:tcW w:w="561" w:type="dxa"/>
            <w:vMerge/>
            <w:tcBorders>
              <w:left w:val="nil"/>
              <w:bottom w:val="nil"/>
            </w:tcBorders>
          </w:tcPr>
          <w:p w:rsidR="008C15F6" w:rsidRDefault="008C15F6" w:rsidP="00CD01D7"/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8C15F6" w:rsidRPr="004B0A65" w:rsidRDefault="008C15F6" w:rsidP="00CD01D7">
            <w:pPr>
              <w:jc w:val="righ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C15F6" w:rsidRPr="004B0A65" w:rsidRDefault="008C15F6" w:rsidP="00CD01D7">
            <w:pPr>
              <w:rPr>
                <w:rFonts w:asciiTheme="minorHAnsi" w:hAnsiTheme="minorHAnsi"/>
              </w:rPr>
            </w:pPr>
          </w:p>
        </w:tc>
        <w:tc>
          <w:tcPr>
            <w:tcW w:w="2195" w:type="dxa"/>
            <w:tcBorders>
              <w:left w:val="nil"/>
              <w:right w:val="nil"/>
            </w:tcBorders>
          </w:tcPr>
          <w:p w:rsidR="008C15F6" w:rsidRPr="004B0A65" w:rsidRDefault="008C15F6" w:rsidP="00CD01D7">
            <w:pPr>
              <w:numPr>
                <w:ilvl w:val="0"/>
                <w:numId w:val="3"/>
              </w:numPr>
              <w:tabs>
                <w:tab w:val="clear" w:pos="720"/>
                <w:tab w:val="num" w:pos="30"/>
              </w:tabs>
              <w:ind w:left="30" w:firstLine="0"/>
              <w:rPr>
                <w:rFonts w:asciiTheme="minorHAnsi" w:hAnsiTheme="minorHAnsi"/>
              </w:rPr>
            </w:pPr>
          </w:p>
        </w:tc>
        <w:bookmarkStart w:id="0" w:name="_GoBack"/>
        <w:bookmarkEnd w:id="0"/>
      </w:tr>
    </w:tbl>
    <w:p w:rsidR="00096995" w:rsidRDefault="00096995" w:rsidP="008C15F6">
      <w:pPr>
        <w:ind w:right="-536"/>
      </w:pPr>
    </w:p>
    <w:sectPr w:rsidR="00096995" w:rsidSect="004307B2">
      <w:pgSz w:w="12240" w:h="15840"/>
      <w:pgMar w:top="360" w:right="576" w:bottom="54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D2466"/>
    <w:multiLevelType w:val="hybridMultilevel"/>
    <w:tmpl w:val="1FCC156C"/>
    <w:lvl w:ilvl="0" w:tplc="97028DB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513D1C"/>
    <w:multiLevelType w:val="multilevel"/>
    <w:tmpl w:val="29866F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086C07"/>
    <w:multiLevelType w:val="hybridMultilevel"/>
    <w:tmpl w:val="29866FD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displayBackgroundShape/>
  <w:proofState w:spelling="clean" w:grammar="clean"/>
  <w:attachedTemplate r:id="rId1"/>
  <w:stylePaneFormatFilter w:val="3F01"/>
  <w:defaultTabStop w:val="720"/>
  <w:drawingGridHorizontalSpacing w:val="187"/>
  <w:displayVerticalDrawingGridEvery w:val="2"/>
  <w:characterSpacingControl w:val="doNotCompress"/>
  <w:compat/>
  <w:rsids>
    <w:rsidRoot w:val="005B78EC"/>
    <w:rsid w:val="00041D72"/>
    <w:rsid w:val="000656D6"/>
    <w:rsid w:val="0006621B"/>
    <w:rsid w:val="00082112"/>
    <w:rsid w:val="00085FCF"/>
    <w:rsid w:val="00087D33"/>
    <w:rsid w:val="000903EC"/>
    <w:rsid w:val="00096995"/>
    <w:rsid w:val="00097285"/>
    <w:rsid w:val="000A2D94"/>
    <w:rsid w:val="00112945"/>
    <w:rsid w:val="001813A1"/>
    <w:rsid w:val="00197C2D"/>
    <w:rsid w:val="002128C8"/>
    <w:rsid w:val="002A0443"/>
    <w:rsid w:val="002A12F9"/>
    <w:rsid w:val="002B1E63"/>
    <w:rsid w:val="00311D95"/>
    <w:rsid w:val="00334359"/>
    <w:rsid w:val="00334AFD"/>
    <w:rsid w:val="00337AEF"/>
    <w:rsid w:val="00392DD1"/>
    <w:rsid w:val="003C72FE"/>
    <w:rsid w:val="003D7804"/>
    <w:rsid w:val="003E1CA4"/>
    <w:rsid w:val="00404616"/>
    <w:rsid w:val="004307B2"/>
    <w:rsid w:val="00461CA7"/>
    <w:rsid w:val="00477C86"/>
    <w:rsid w:val="004A7B43"/>
    <w:rsid w:val="004B0A65"/>
    <w:rsid w:val="004C1B3F"/>
    <w:rsid w:val="00590B7B"/>
    <w:rsid w:val="0059142B"/>
    <w:rsid w:val="00592661"/>
    <w:rsid w:val="005B50B3"/>
    <w:rsid w:val="005B78EC"/>
    <w:rsid w:val="005E5047"/>
    <w:rsid w:val="00600F6A"/>
    <w:rsid w:val="00601388"/>
    <w:rsid w:val="00704756"/>
    <w:rsid w:val="00711105"/>
    <w:rsid w:val="00734EE8"/>
    <w:rsid w:val="00736C27"/>
    <w:rsid w:val="007B4D42"/>
    <w:rsid w:val="007E69AA"/>
    <w:rsid w:val="0088010A"/>
    <w:rsid w:val="00883709"/>
    <w:rsid w:val="008C15F6"/>
    <w:rsid w:val="00917101"/>
    <w:rsid w:val="00967A1C"/>
    <w:rsid w:val="00A1310E"/>
    <w:rsid w:val="00A14AC4"/>
    <w:rsid w:val="00A4626C"/>
    <w:rsid w:val="00A60234"/>
    <w:rsid w:val="00AB1280"/>
    <w:rsid w:val="00AD400F"/>
    <w:rsid w:val="00B02F77"/>
    <w:rsid w:val="00B2516A"/>
    <w:rsid w:val="00B53CB2"/>
    <w:rsid w:val="00B7086A"/>
    <w:rsid w:val="00B72BAC"/>
    <w:rsid w:val="00B739DD"/>
    <w:rsid w:val="00B74F67"/>
    <w:rsid w:val="00BB526D"/>
    <w:rsid w:val="00BD2218"/>
    <w:rsid w:val="00BE6616"/>
    <w:rsid w:val="00C104FA"/>
    <w:rsid w:val="00C16104"/>
    <w:rsid w:val="00C456B3"/>
    <w:rsid w:val="00C71D27"/>
    <w:rsid w:val="00CA20B7"/>
    <w:rsid w:val="00CA49C4"/>
    <w:rsid w:val="00CB6575"/>
    <w:rsid w:val="00CC23EF"/>
    <w:rsid w:val="00CD01D7"/>
    <w:rsid w:val="00CD4A80"/>
    <w:rsid w:val="00D301BE"/>
    <w:rsid w:val="00D8223F"/>
    <w:rsid w:val="00DB0909"/>
    <w:rsid w:val="00DC510E"/>
    <w:rsid w:val="00DD60FE"/>
    <w:rsid w:val="00E17679"/>
    <w:rsid w:val="00E27DA7"/>
    <w:rsid w:val="00E320AB"/>
    <w:rsid w:val="00E50039"/>
    <w:rsid w:val="00EF142D"/>
    <w:rsid w:val="00F078E8"/>
    <w:rsid w:val="00F10CC8"/>
    <w:rsid w:val="00F47A3E"/>
    <w:rsid w:val="00F62D52"/>
    <w:rsid w:val="00F968E1"/>
    <w:rsid w:val="00FE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6D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01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92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CEF"/>
    <w:rPr>
      <w:sz w:val="0"/>
      <w:szCs w:val="0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a\AppData\Roaming\Microsoft\Templates\3mocalendar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3A11-B297-4325-A21E-E82EC151D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F5082-039F-41D3-A71C-CCEB1BD1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3mocalendar_template</Template>
  <TotalTime>3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</cp:lastModifiedBy>
  <cp:revision>2</cp:revision>
  <cp:lastPrinted>2010-09-06T19:58:00Z</cp:lastPrinted>
  <dcterms:created xsi:type="dcterms:W3CDTF">2011-01-04T05:38:00Z</dcterms:created>
  <dcterms:modified xsi:type="dcterms:W3CDTF">2011-01-04T05:38:00Z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TC101902150</vt:lpwstr>
  </property>
</Properties>
</file>